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2BB" w:rsidRDefault="00BE52BB" w:rsidP="00C8135C">
      <w:pPr>
        <w:spacing w:after="0" w:line="240" w:lineRule="auto"/>
        <w:ind w:left="6372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</w:t>
      </w:r>
    </w:p>
    <w:p w:rsidR="00BE52BB" w:rsidRPr="00C8135C" w:rsidRDefault="00BE52BB" w:rsidP="00C8135C">
      <w:pPr>
        <w:spacing w:after="0" w:line="240" w:lineRule="auto"/>
        <w:ind w:left="6372"/>
        <w:jc w:val="center"/>
        <w:rPr>
          <w:rFonts w:ascii="Times New Roman" w:hAnsi="Times New Roman"/>
          <w:sz w:val="16"/>
          <w:szCs w:val="16"/>
        </w:rPr>
      </w:pPr>
      <w:r w:rsidRPr="00C8135C">
        <w:rPr>
          <w:rFonts w:ascii="Times New Roman" w:hAnsi="Times New Roman"/>
          <w:sz w:val="16"/>
          <w:szCs w:val="16"/>
        </w:rPr>
        <w:t>(miejscowość i data)</w:t>
      </w:r>
    </w:p>
    <w:p w:rsidR="00BE52BB" w:rsidRDefault="00BE52BB">
      <w:pPr>
        <w:rPr>
          <w:rFonts w:ascii="Times New Roman" w:hAnsi="Times New Roman"/>
        </w:rPr>
      </w:pPr>
    </w:p>
    <w:p w:rsidR="00BE52BB" w:rsidRDefault="00BE52BB" w:rsidP="00C8135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</w:t>
      </w:r>
    </w:p>
    <w:p w:rsidR="00BE52BB" w:rsidRPr="00C8135C" w:rsidRDefault="00BE52BB" w:rsidP="00C8135C">
      <w:pPr>
        <w:spacing w:after="0" w:line="240" w:lineRule="auto"/>
        <w:ind w:left="708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</w:t>
      </w:r>
      <w:r w:rsidRPr="00C8135C">
        <w:rPr>
          <w:rFonts w:ascii="Times New Roman" w:hAnsi="Times New Roman"/>
          <w:sz w:val="16"/>
          <w:szCs w:val="16"/>
        </w:rPr>
        <w:t>(imię i nazwisko)</w:t>
      </w:r>
    </w:p>
    <w:p w:rsidR="00BE52BB" w:rsidRDefault="00BE52BB" w:rsidP="00C8135C">
      <w:pPr>
        <w:spacing w:after="0" w:line="240" w:lineRule="auto"/>
        <w:rPr>
          <w:rFonts w:ascii="Times New Roman" w:hAnsi="Times New Roman"/>
        </w:rPr>
      </w:pPr>
    </w:p>
    <w:p w:rsidR="00BE52BB" w:rsidRDefault="00BE52BB" w:rsidP="00C8135C">
      <w:pPr>
        <w:spacing w:after="0" w:line="240" w:lineRule="auto"/>
        <w:rPr>
          <w:rFonts w:ascii="Times New Roman" w:hAnsi="Times New Roman"/>
        </w:rPr>
      </w:pPr>
    </w:p>
    <w:p w:rsidR="00BE52BB" w:rsidRDefault="00BE52BB" w:rsidP="00C8135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</w:t>
      </w:r>
    </w:p>
    <w:p w:rsidR="00BE52BB" w:rsidRPr="00C8135C" w:rsidRDefault="00BE52BB" w:rsidP="00C8135C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</w:t>
      </w:r>
      <w:r w:rsidRPr="00C8135C">
        <w:rPr>
          <w:rFonts w:ascii="Times New Roman" w:hAnsi="Times New Roman"/>
          <w:sz w:val="16"/>
          <w:szCs w:val="16"/>
        </w:rPr>
        <w:t>(sygnatura konkursu)</w:t>
      </w:r>
    </w:p>
    <w:p w:rsidR="00BE52BB" w:rsidRDefault="00BE52BB">
      <w:pPr>
        <w:rPr>
          <w:rFonts w:ascii="Times New Roman" w:hAnsi="Times New Roman"/>
          <w:sz w:val="16"/>
          <w:szCs w:val="16"/>
        </w:rPr>
      </w:pPr>
    </w:p>
    <w:p w:rsidR="00BE52BB" w:rsidRPr="00991E7B" w:rsidRDefault="00BE52BB" w:rsidP="00991E7B">
      <w:pPr>
        <w:jc w:val="center"/>
        <w:rPr>
          <w:rFonts w:ascii="Times New Roman" w:hAnsi="Times New Roman"/>
          <w:b/>
          <w:sz w:val="16"/>
          <w:szCs w:val="16"/>
        </w:rPr>
      </w:pPr>
    </w:p>
    <w:p w:rsidR="00BE52BB" w:rsidRDefault="00BE52BB" w:rsidP="00991E7B">
      <w:pPr>
        <w:jc w:val="center"/>
        <w:rPr>
          <w:rFonts w:ascii="Times New Roman" w:hAnsi="Times New Roman"/>
          <w:b/>
          <w:sz w:val="24"/>
          <w:szCs w:val="24"/>
        </w:rPr>
      </w:pPr>
    </w:p>
    <w:p w:rsidR="00BE52BB" w:rsidRPr="00991E7B" w:rsidRDefault="00BE52BB" w:rsidP="00991E7B">
      <w:pPr>
        <w:jc w:val="center"/>
        <w:rPr>
          <w:rFonts w:ascii="Times New Roman" w:hAnsi="Times New Roman"/>
          <w:b/>
          <w:sz w:val="24"/>
          <w:szCs w:val="24"/>
        </w:rPr>
      </w:pPr>
      <w:r w:rsidRPr="00991E7B">
        <w:rPr>
          <w:rFonts w:ascii="Times New Roman" w:hAnsi="Times New Roman"/>
          <w:b/>
          <w:sz w:val="24"/>
          <w:szCs w:val="24"/>
        </w:rPr>
        <w:t>OŚWIADCZENIE</w:t>
      </w:r>
    </w:p>
    <w:p w:rsidR="00BE52BB" w:rsidRDefault="00BE52BB">
      <w:pPr>
        <w:rPr>
          <w:rFonts w:ascii="Times New Roman" w:hAnsi="Times New Roman"/>
          <w:sz w:val="24"/>
          <w:szCs w:val="24"/>
        </w:rPr>
      </w:pPr>
    </w:p>
    <w:p w:rsidR="00BE52BB" w:rsidRDefault="00BE52B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 niżej podpisana/podpisany* oświadczam, że:</w:t>
      </w:r>
    </w:p>
    <w:p w:rsidR="00BE52BB" w:rsidRDefault="00BE52B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posiadam obywatelstwo polskie;</w:t>
      </w:r>
    </w:p>
    <w:p w:rsidR="00BE52BB" w:rsidRDefault="00BE52B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posiadam pełną zdolność do czynności prawnych oraz korzystam z pełni praw publicznych.</w:t>
      </w:r>
    </w:p>
    <w:p w:rsidR="00BE52BB" w:rsidRDefault="00BE52BB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BE52BB" w:rsidRDefault="00BE52BB" w:rsidP="00991E7B">
      <w:pPr>
        <w:spacing w:line="36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E52BB" w:rsidRDefault="00BE52BB" w:rsidP="00991E7B">
      <w:pPr>
        <w:spacing w:after="0" w:line="240" w:lineRule="auto"/>
        <w:ind w:left="566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</w:t>
      </w:r>
    </w:p>
    <w:p w:rsidR="00BE52BB" w:rsidRPr="00C8135C" w:rsidRDefault="00BE52BB" w:rsidP="00991E7B">
      <w:pPr>
        <w:spacing w:after="0" w:line="240" w:lineRule="auto"/>
        <w:ind w:left="5664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</w:t>
      </w:r>
      <w:r w:rsidRPr="00C8135C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podpis osoby ubiegającej się o zatrudnienie</w:t>
      </w:r>
      <w:r w:rsidRPr="00C8135C">
        <w:rPr>
          <w:rFonts w:ascii="Times New Roman" w:hAnsi="Times New Roman"/>
          <w:sz w:val="16"/>
          <w:szCs w:val="16"/>
        </w:rPr>
        <w:t>)</w:t>
      </w:r>
    </w:p>
    <w:p w:rsidR="00BE52BB" w:rsidRDefault="00BE52BB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BE52BB" w:rsidRDefault="00BE52BB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BE52BB" w:rsidRDefault="00BE52BB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BE52BB" w:rsidRDefault="00BE52BB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BE52BB" w:rsidRDefault="00BE52BB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BE52BB" w:rsidRDefault="00BE52BB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BE52BB" w:rsidRDefault="00BE52BB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BE52BB" w:rsidRPr="00991E7B" w:rsidRDefault="00BE52BB" w:rsidP="00991E7B">
      <w:pPr>
        <w:spacing w:line="360" w:lineRule="auto"/>
        <w:rPr>
          <w:rFonts w:ascii="Times New Roman" w:hAnsi="Times New Roman"/>
          <w:sz w:val="20"/>
          <w:szCs w:val="20"/>
        </w:rPr>
      </w:pPr>
      <w:r w:rsidRPr="00991E7B">
        <w:rPr>
          <w:rFonts w:ascii="Times New Roman" w:hAnsi="Times New Roman"/>
          <w:sz w:val="20"/>
          <w:szCs w:val="20"/>
        </w:rPr>
        <w:t>*) niepotrzebne skreślić</w:t>
      </w:r>
    </w:p>
    <w:sectPr w:rsidR="00BE52BB" w:rsidRPr="00991E7B" w:rsidSect="00B302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135C"/>
    <w:rsid w:val="002F1229"/>
    <w:rsid w:val="00360176"/>
    <w:rsid w:val="00447BD7"/>
    <w:rsid w:val="008B0FB5"/>
    <w:rsid w:val="00914E7A"/>
    <w:rsid w:val="00991E7B"/>
    <w:rsid w:val="00AE6779"/>
    <w:rsid w:val="00B3027F"/>
    <w:rsid w:val="00BE52BB"/>
    <w:rsid w:val="00C81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27F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47B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47B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60</Words>
  <Characters>365</Characters>
  <Application>Microsoft Office Outlook</Application>
  <DocSecurity>0</DocSecurity>
  <Lines>0</Lines>
  <Paragraphs>0</Paragraphs>
  <ScaleCrop>false</ScaleCrop>
  <Company>ATC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</dc:title>
  <dc:subject/>
  <dc:creator>Maciej  Dziewulski</dc:creator>
  <cp:keywords/>
  <dc:description/>
  <cp:lastModifiedBy>alicjanozewska</cp:lastModifiedBy>
  <cp:revision>2</cp:revision>
  <cp:lastPrinted>2019-05-28T12:30:00Z</cp:lastPrinted>
  <dcterms:created xsi:type="dcterms:W3CDTF">2019-07-08T10:40:00Z</dcterms:created>
  <dcterms:modified xsi:type="dcterms:W3CDTF">2019-07-08T10:40:00Z</dcterms:modified>
</cp:coreProperties>
</file>